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348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0A3348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BD17A4">
        <w:t>Приглашению</w:t>
      </w:r>
      <w:r w:rsidR="00BF2DF8">
        <w:t xml:space="preserve"> делать оферты</w:t>
      </w:r>
    </w:p>
    <w:p w:rsidR="000A3348" w:rsidRDefault="000A3348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>Письмо о подаче оферты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 w:rsidR="00F26E7C">
        <w:rPr>
          <w:i/>
          <w:sz w:val="16"/>
          <w:szCs w:val="16"/>
        </w:rPr>
        <w:t>оферента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F26E7C">
        <w:rPr>
          <w:i/>
          <w:sz w:val="16"/>
          <w:szCs w:val="16"/>
        </w:rPr>
        <w:t>оферента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>Приглашение делать оферты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proofErr w:type="gramStart"/>
      <w:r w:rsidR="001B7F2D">
        <w:t>на</w:t>
      </w:r>
      <w:proofErr w:type="gramEnd"/>
      <w:r w:rsidR="001B7F2D">
        <w:t xml:space="preserve">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4B0D40" w:rsidP="0039365C">
      <w:pPr>
        <w:ind w:firstLine="293"/>
        <w:jc w:val="both"/>
      </w:pPr>
      <w:r w:rsidRPr="00A102BD">
        <w:t xml:space="preserve">3. </w:t>
      </w:r>
      <w:r w:rsidR="005E3AF6">
        <w:t xml:space="preserve">Приложения к </w:t>
      </w:r>
      <w:r w:rsidR="00F26E7C">
        <w:t>приглашению делать оферты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</w:t>
      </w:r>
      <w:proofErr w:type="gramStart"/>
      <w:r w:rsidR="006010BA">
        <w:t xml:space="preserve">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</w:t>
      </w:r>
      <w:proofErr w:type="gramEnd"/>
      <w:r w:rsidR="006010BA" w:rsidRPr="00A102BD">
        <w:rPr>
          <w:i/>
          <w:sz w:val="16"/>
          <w:szCs w:val="16"/>
        </w:rPr>
        <w:t xml:space="preserve">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814D04" w:rsidRPr="00814D04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>приглашением делать оферты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>приглашения делать оферты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</w:t>
      </w:r>
      <w:proofErr w:type="gramStart"/>
      <w:r w:rsidR="004B0D40" w:rsidRPr="00A102BD">
        <w:t>в</w:t>
      </w:r>
      <w:r w:rsidR="00B43188">
        <w:t>(</w:t>
      </w:r>
      <w:proofErr w:type="gramEnd"/>
      <w:r w:rsidR="00B43188">
        <w:t>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>приглашением делать оферты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814D04" w:rsidRPr="00814D04">
        <w:t xml:space="preserve">в связи с </w:t>
      </w:r>
      <w:r w:rsidR="004D27C4">
        <w:t>приглашением делать оферты</w:t>
      </w:r>
      <w:r w:rsidR="00814D04" w:rsidRPr="00814D04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74499F">
        <w:rPr>
          <w:i/>
          <w:sz w:val="16"/>
          <w:szCs w:val="16"/>
        </w:rPr>
        <w:t>о</w:t>
      </w:r>
      <w:r w:rsidR="00F26E7C">
        <w:rPr>
          <w:i/>
          <w:sz w:val="16"/>
          <w:szCs w:val="16"/>
        </w:rPr>
        <w:t>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74499F">
        <w:rPr>
          <w:rFonts w:ascii="Verdana" w:hAnsi="Verdana"/>
          <w:sz w:val="20"/>
          <w:szCs w:val="20"/>
        </w:rPr>
        <w:t>о</w:t>
      </w:r>
      <w:r w:rsidR="00F26E7C">
        <w:rPr>
          <w:rFonts w:ascii="Verdana" w:hAnsi="Verdana"/>
          <w:sz w:val="20"/>
          <w:szCs w:val="20"/>
        </w:rPr>
        <w:t>ферента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F26E7C">
        <w:rPr>
          <w:rFonts w:ascii="Verdana" w:hAnsi="Verdana"/>
          <w:sz w:val="20"/>
          <w:szCs w:val="20"/>
        </w:rPr>
        <w:t>оферента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>Приглашения делать оферты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>Приглашения делать оферты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259" w:rsidRDefault="00454259">
      <w:r>
        <w:separator/>
      </w:r>
    </w:p>
  </w:endnote>
  <w:endnote w:type="continuationSeparator" w:id="0">
    <w:p w:rsidR="00454259" w:rsidRDefault="00454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D55E6F" w:rsidP="00312293">
    <w:pPr>
      <w:pStyle w:val="ae"/>
      <w:jc w:val="right"/>
    </w:pPr>
    <w:r>
      <w:t xml:space="preserve">стр. </w:t>
    </w:r>
    <w:fldSimple w:instr=" PAGE ">
      <w:r w:rsidR="002E4309">
        <w:rPr>
          <w:noProof/>
        </w:rPr>
        <w:t>2</w:t>
      </w:r>
    </w:fldSimple>
    <w:r>
      <w:t xml:space="preserve"> из </w:t>
    </w:r>
    <w:fldSimple w:instr=" NUMPAGES ">
      <w:r w:rsidR="002E4309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259" w:rsidRDefault="00454259">
      <w:r>
        <w:separator/>
      </w:r>
    </w:p>
  </w:footnote>
  <w:footnote w:type="continuationSeparator" w:id="0">
    <w:p w:rsidR="00454259" w:rsidRDefault="004542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trackRevisions/>
  <w:doNotTrackMoves/>
  <w:defaultTabStop w:val="85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3348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4309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259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4D04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5EF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8</TotalTime>
  <Pages>2</Pages>
  <Words>313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Драло Сергей Аскольдович</cp:lastModifiedBy>
  <cp:revision>7</cp:revision>
  <cp:lastPrinted>2010-04-13T12:36:00Z</cp:lastPrinted>
  <dcterms:created xsi:type="dcterms:W3CDTF">2010-05-25T08:47:00Z</dcterms:created>
  <dcterms:modified xsi:type="dcterms:W3CDTF">2012-04-16T12:09:00Z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